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Протокол результатов школьного этапа всероссийской олимпиады школьников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 </w:t>
      </w:r>
      <w:r>
        <w:rPr>
          <w:rFonts w:cs="Times New Roman" w:ascii="Times New Roman" w:hAnsi="Times New Roman"/>
          <w:b/>
          <w:bCs/>
          <w:color w:val="auto"/>
        </w:rPr>
        <w:t xml:space="preserve">по общеобразовательному предмету </w:t>
      </w:r>
      <w:r>
        <w:rPr>
          <w:rFonts w:cs="Times New Roman" w:ascii="Times New Roman" w:hAnsi="Times New Roman"/>
          <w:b/>
          <w:bCs/>
          <w:i/>
          <w:iCs/>
          <w:color w:val="auto"/>
        </w:rPr>
        <w:t>«Физика»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2025-2026 учебный год</w:t>
      </w:r>
    </w:p>
    <w:p>
      <w:pPr>
        <w:pStyle w:val="ListParagraph"/>
        <w:spacing w:before="0" w:after="0"/>
        <w:ind w:left="340"/>
        <w:contextualSpacing w:val="fals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0"/>
        <w:contextualSpacing w:val="fals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</w:t>
      </w:r>
      <w:r>
        <w:rPr>
          <w:rFonts w:cs="Times New Roman" w:ascii="Times New Roman" w:hAnsi="Times New Roman"/>
        </w:rPr>
        <w:t>Рейтинговый список участников школьного этапа олимпиады по предмету:</w:t>
      </w:r>
    </w:p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82"/>
        <w:gridCol w:w="4088"/>
        <w:gridCol w:w="2107"/>
        <w:gridCol w:w="1"/>
        <w:gridCol w:w="2346"/>
      </w:tblGrid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Класс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ФИО участника</w:t>
            </w:r>
          </w:p>
        </w:tc>
        <w:tc>
          <w:tcPr>
            <w:tcW w:w="2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Количество набранных баллов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Результат участия</w:t>
            </w:r>
          </w:p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(победитель / призер / участие)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Белоногов Богдан</w:t>
            </w:r>
          </w:p>
        </w:tc>
        <w:tc>
          <w:tcPr>
            <w:tcW w:w="2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26 из 30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Ворончихина Дарья</w:t>
            </w:r>
          </w:p>
        </w:tc>
        <w:tc>
          <w:tcPr>
            <w:tcW w:w="2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19 из 30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призёр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Гусева Елизавета</w:t>
            </w:r>
          </w:p>
        </w:tc>
        <w:tc>
          <w:tcPr>
            <w:tcW w:w="2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14 из 30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Крупский Александр</w:t>
            </w:r>
          </w:p>
        </w:tc>
        <w:tc>
          <w:tcPr>
            <w:tcW w:w="21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7 из 30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Кулемина Ксения</w:t>
            </w:r>
          </w:p>
        </w:tc>
        <w:tc>
          <w:tcPr>
            <w:tcW w:w="21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14 из 30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Скусова Юлия</w:t>
            </w:r>
          </w:p>
        </w:tc>
        <w:tc>
          <w:tcPr>
            <w:tcW w:w="21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3 из 30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Чураков Тимур</w:t>
            </w:r>
          </w:p>
        </w:tc>
        <w:tc>
          <w:tcPr>
            <w:tcW w:w="21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6 из 30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7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Чухнина Арина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23 из 30</w:t>
            </w:r>
          </w:p>
        </w:tc>
        <w:tc>
          <w:tcPr>
            <w:tcW w:w="2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призёр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8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Афанасьев Арсений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3,5 из 30</w:t>
            </w:r>
          </w:p>
        </w:tc>
        <w:tc>
          <w:tcPr>
            <w:tcW w:w="2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8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Дацко Роман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2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не прибыл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8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Кальментьев Владислав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5 из 30</w:t>
            </w:r>
          </w:p>
        </w:tc>
        <w:tc>
          <w:tcPr>
            <w:tcW w:w="23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8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Шишков Тимофей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10 из 30</w:t>
            </w:r>
          </w:p>
        </w:tc>
        <w:tc>
          <w:tcPr>
            <w:tcW w:w="23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призёр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9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Пирогова Ксения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0</w:t>
            </w:r>
          </w:p>
        </w:tc>
        <w:tc>
          <w:tcPr>
            <w:tcW w:w="23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9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Рейх Тимофей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25 из 30</w:t>
            </w:r>
          </w:p>
        </w:tc>
        <w:tc>
          <w:tcPr>
            <w:tcW w:w="23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9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Спиридонова Татьяна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3 из 30</w:t>
            </w:r>
          </w:p>
        </w:tc>
        <w:tc>
          <w:tcPr>
            <w:tcW w:w="2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9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Чусов Глеб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8 из 30</w:t>
            </w:r>
          </w:p>
        </w:tc>
        <w:tc>
          <w:tcPr>
            <w:tcW w:w="2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10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Дубровина Анастасия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9 из 30</w:t>
            </w:r>
          </w:p>
        </w:tc>
        <w:tc>
          <w:tcPr>
            <w:tcW w:w="2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10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Каменских Александра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19 из 30</w:t>
            </w:r>
          </w:p>
        </w:tc>
        <w:tc>
          <w:tcPr>
            <w:tcW w:w="23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11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Бабурина Дарья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29 из 30</w:t>
            </w:r>
          </w:p>
        </w:tc>
        <w:tc>
          <w:tcPr>
            <w:tcW w:w="23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11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Евстратов Арсений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23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не прибыл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11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Прудникова Ольга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23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не прибыл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11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Разгильдеев Александр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16,5 из 30</w:t>
            </w:r>
          </w:p>
        </w:tc>
        <w:tc>
          <w:tcPr>
            <w:tcW w:w="23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призёр</w:t>
            </w:r>
          </w:p>
        </w:tc>
      </w:tr>
    </w:tbl>
    <w:p>
      <w:pPr>
        <w:pStyle w:val="Normal"/>
        <w:spacing w:before="0" w:after="0"/>
        <w:ind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0"/>
        <w:contextualSpacing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2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654"/>
        <w:gridCol w:w="960"/>
        <w:gridCol w:w="900"/>
        <w:gridCol w:w="916"/>
        <w:gridCol w:w="794"/>
        <w:gridCol w:w="840"/>
        <w:gridCol w:w="796"/>
        <w:gridCol w:w="798"/>
        <w:gridCol w:w="866"/>
      </w:tblGrid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 кл.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 кл.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 кл.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 кл.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 кл.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 кл.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10кл.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 кл.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участников школьного этапа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победителей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</w:tr>
      <w:tr>
        <w:trPr/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Кол-во призеров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user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</w:tr>
    </w:tbl>
    <w:p>
      <w:pPr>
        <w:pStyle w:val="ListParagraph"/>
        <w:spacing w:before="0" w:after="0"/>
        <w:ind w:left="340"/>
        <w:contextualSpacing w:val="false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 xml:space="preserve">Рекомендовать к участию в муниципальном этапе всероссийской олимпиады школьников по общеобразовательному предмету </w:t>
      </w:r>
      <w:r>
        <w:rPr>
          <w:rFonts w:cs="Times New Roman" w:ascii="Times New Roman" w:hAnsi="Times New Roman"/>
          <w:i/>
          <w:iCs/>
          <w:color w:val="auto"/>
        </w:rPr>
        <w:t>«Физика»</w:t>
      </w:r>
      <w:r>
        <w:rPr>
          <w:rFonts w:cs="Times New Roman" w:ascii="Times New Roman" w:hAnsi="Times New Roman"/>
          <w:color w:val="auto"/>
        </w:rPr>
        <w:t xml:space="preserve"> следующих обучающихся: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1) Белоногов Богдан, 7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2) Чухнина Арина, 7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3) Шишков Тимофей, 8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4) Рейх Тимофей, 9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5) Каменских Александра, 10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6) Бабурина Дарья, 11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7) Разгильдеев Александр, 11 класс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/>
      </w:r>
    </w:p>
    <w:p>
      <w:pPr>
        <w:pStyle w:val="ListParagraph"/>
        <w:spacing w:before="0" w:after="0"/>
        <w:ind w:hanging="0" w:left="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Учитель: Шелехова Наталья Олеговна, учитель физики</w:t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ind w:left="34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36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Mangal"/>
    </w:rPr>
  </w:style>
  <w:style w:type="paragraph" w:styleId="Standard" w:customStyle="1">
    <w:name w:val="Standard"/>
    <w:qFormat/>
    <w:rsid w:val="001367f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ru-RU" w:eastAsia="zh-CN" w:bidi="hi-IN"/>
    </w:rPr>
  </w:style>
  <w:style w:type="paragraph" w:styleId="ListParagraph">
    <w:name w:val="List Paragraph"/>
    <w:basedOn w:val="Standard"/>
    <w:qFormat/>
    <w:rsid w:val="001367fd"/>
    <w:pPr>
      <w:spacing w:before="0" w:after="200"/>
      <w:ind w:left="720"/>
      <w:contextualSpacing/>
    </w:pPr>
    <w:rPr/>
  </w:style>
  <w:style w:type="paragraph" w:styleId="user2" w:customStyle="1">
    <w:name w:val="Содержимое таблицы (user)"/>
    <w:basedOn w:val="Standard"/>
    <w:qFormat/>
    <w:rsid w:val="001367fd"/>
    <w:pPr>
      <w:suppressLineNumbers/>
    </w:pPr>
    <w:rPr/>
  </w:style>
  <w:style w:type="paragraph" w:styleId="user3" w:customStyle="1">
    <w:name w:val="Заголовок таблицы (user)"/>
    <w:basedOn w:val="user2"/>
    <w:qFormat/>
    <w:rsid w:val="001367fd"/>
    <w:pPr>
      <w:jc w:val="center"/>
    </w:pPr>
    <w:rPr>
      <w:b/>
      <w:bCs/>
    </w:rPr>
  </w:style>
  <w:style w:type="numbering" w:styleId="user4" w:default="1">
    <w:name w:val="Без списка (user)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02370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Протокола проведения ВсОШ по предмету на школьном этапе.dot</Template>
  <TotalTime>55</TotalTime>
  <Application>LibreOffice/25.2.6.2$Windows_X86_64 LibreOffice_project/729c5bfe710f5eb71ed3bbde9e06a6065e9c6c5d</Application>
  <AppVersion>15.0000</AppVersion>
  <Pages>2</Pages>
  <Words>287</Words>
  <Characters>1368</Characters>
  <CharactersWithSpaces>1518</CharactersWithSpaces>
  <Paragraphs>141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2024-09-26T04:51:00Z</dcterms:created>
  <dc:creator>Пользователь</dc:creator>
  <dc:description/>
  <dc:language>ru-RU</dc:language>
  <cp:lastModifiedBy/>
  <dcterms:modified xsi:type="dcterms:W3CDTF">2025-10-27T14:30:09Z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